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191B9" w14:textId="77777777" w:rsidR="00597EFD" w:rsidRPr="002D5A37" w:rsidRDefault="00597EFD" w:rsidP="00597EFD">
      <w:pPr>
        <w:rPr>
          <w:rFonts w:ascii="Calibri" w:hAnsi="Calibri" w:cs="Calibri"/>
        </w:rPr>
      </w:pPr>
      <w:r w:rsidRPr="002D5A37">
        <w:rPr>
          <w:rFonts w:ascii="Calibri" w:hAnsi="Calibri" w:cs="Calibri"/>
        </w:rPr>
        <w:t>Załącznik nr 3</w:t>
      </w:r>
    </w:p>
    <w:p w14:paraId="260019AF" w14:textId="77777777" w:rsidR="00597EFD" w:rsidRPr="002D5A37" w:rsidRDefault="00597EFD" w:rsidP="00597EFD">
      <w:pPr>
        <w:rPr>
          <w:rFonts w:ascii="Calibri" w:hAnsi="Calibri" w:cs="Calibri"/>
        </w:rPr>
      </w:pPr>
      <w:r w:rsidRPr="002D5A37">
        <w:rPr>
          <w:rFonts w:ascii="Calibri" w:hAnsi="Calibri" w:cs="Calibri"/>
        </w:rPr>
        <w:t>Harmonogram realizacji i</w:t>
      </w:r>
      <w:r w:rsidR="00530B68" w:rsidRPr="002D5A37">
        <w:rPr>
          <w:rFonts w:ascii="Calibri" w:hAnsi="Calibri" w:cs="Calibri"/>
        </w:rPr>
        <w:t>nwestycji</w:t>
      </w:r>
    </w:p>
    <w:tbl>
      <w:tblPr>
        <w:tblW w:w="91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88"/>
        <w:gridCol w:w="681"/>
        <w:gridCol w:w="637"/>
        <w:gridCol w:w="638"/>
        <w:gridCol w:w="709"/>
        <w:gridCol w:w="1385"/>
        <w:gridCol w:w="1385"/>
      </w:tblGrid>
      <w:tr w:rsidR="00597EFD" w:rsidRPr="00522A86" w14:paraId="077B7419" w14:textId="77777777" w:rsidTr="008061FB">
        <w:trPr>
          <w:cantSplit/>
          <w:trHeight w:hRule="exact" w:val="80"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6203E" w14:textId="77777777" w:rsidR="00597EFD" w:rsidRPr="00801D92" w:rsidRDefault="00597EFD" w:rsidP="008061F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FEA46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b/>
                <w:bCs/>
                <w:spacing w:val="-10"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pacing w:val="-10"/>
                <w:sz w:val="18"/>
                <w:szCs w:val="18"/>
              </w:rPr>
              <w:br/>
            </w:r>
            <w:r w:rsidRPr="00801D92">
              <w:rPr>
                <w:rFonts w:ascii="Calibri" w:hAnsi="Calibri" w:cs="Calibri"/>
                <w:b/>
                <w:bCs/>
                <w:spacing w:val="-10"/>
                <w:sz w:val="18"/>
                <w:szCs w:val="18"/>
              </w:rPr>
              <w:br/>
            </w:r>
          </w:p>
        </w:tc>
      </w:tr>
      <w:tr w:rsidR="00597EFD" w:rsidRPr="00522A86" w14:paraId="65002147" w14:textId="77777777" w:rsidTr="004A03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7"/>
        </w:trPr>
        <w:tc>
          <w:tcPr>
            <w:tcW w:w="3714" w:type="dxa"/>
            <w:gridSpan w:val="2"/>
            <w:vAlign w:val="bottom"/>
          </w:tcPr>
          <w:p w14:paraId="26218F71" w14:textId="77777777" w:rsidR="00597EFD" w:rsidRPr="00801D92" w:rsidRDefault="00597EFD" w:rsidP="008061FB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8"/>
                <w:szCs w:val="18"/>
              </w:rPr>
              <w:t>(pieczęć wykonawcy)</w:t>
            </w: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88A9E8" w14:textId="77777777" w:rsidR="00597EFD" w:rsidRPr="00801D92" w:rsidRDefault="00597EFD" w:rsidP="008061FB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hAnsi="Calibri" w:cs="Calibri"/>
                <w:sz w:val="18"/>
                <w:szCs w:val="18"/>
              </w:rPr>
            </w:pPr>
          </w:p>
          <w:p w14:paraId="45EB0A8A" w14:textId="77777777" w:rsidR="00597EFD" w:rsidRPr="00801D92" w:rsidRDefault="00597EFD" w:rsidP="008061F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522A86" w14:paraId="6F3D5B60" w14:textId="77777777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426" w:type="dxa"/>
            <w:vMerge w:val="restart"/>
            <w:vAlign w:val="center"/>
          </w:tcPr>
          <w:p w14:paraId="51099621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77D15B0F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Element sieci elektroenergetycznej</w:t>
            </w:r>
          </w:p>
        </w:tc>
        <w:tc>
          <w:tcPr>
            <w:tcW w:w="1275" w:type="dxa"/>
            <w:gridSpan w:val="2"/>
            <w:vAlign w:val="center"/>
          </w:tcPr>
          <w:p w14:paraId="359F3DF2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Przewidywany miesiąc realizacji  </w:t>
            </w:r>
            <w:r w:rsidRPr="00801D92">
              <w:rPr>
                <w:rFonts w:ascii="Calibri" w:hAnsi="Calibri" w:cs="Calibri"/>
                <w:bCs/>
                <w:sz w:val="18"/>
                <w:szCs w:val="18"/>
              </w:rPr>
              <w:t>[%]</w:t>
            </w:r>
          </w:p>
        </w:tc>
        <w:tc>
          <w:tcPr>
            <w:tcW w:w="3479" w:type="dxa"/>
            <w:gridSpan w:val="3"/>
            <w:vAlign w:val="center"/>
          </w:tcPr>
          <w:p w14:paraId="39182B2E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Nakłady finansowe </w:t>
            </w: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[PLN]</w:t>
            </w:r>
          </w:p>
        </w:tc>
      </w:tr>
      <w:tr w:rsidR="00597EFD" w:rsidRPr="00522A86" w14:paraId="7E4D3149" w14:textId="77777777" w:rsidTr="002A09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7"/>
        </w:trPr>
        <w:tc>
          <w:tcPr>
            <w:tcW w:w="426" w:type="dxa"/>
            <w:vMerge/>
            <w:vAlign w:val="center"/>
          </w:tcPr>
          <w:p w14:paraId="1FE75FA6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14:paraId="0A4D1AD5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37" w:type="dxa"/>
            <w:vAlign w:val="center"/>
          </w:tcPr>
          <w:p w14:paraId="4B0B0158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4"/>
                <w:szCs w:val="18"/>
              </w:rPr>
              <w:t>...202</w:t>
            </w:r>
            <w:r w:rsidR="004E3AF7" w:rsidRPr="00801D92">
              <w:rPr>
                <w:rFonts w:ascii="Calibri" w:hAnsi="Calibri" w:cs="Calibri"/>
                <w:sz w:val="14"/>
                <w:szCs w:val="18"/>
              </w:rPr>
              <w:t>5</w:t>
            </w:r>
          </w:p>
        </w:tc>
        <w:tc>
          <w:tcPr>
            <w:tcW w:w="638" w:type="dxa"/>
            <w:vAlign w:val="center"/>
          </w:tcPr>
          <w:p w14:paraId="003F6E01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Cs/>
                <w:sz w:val="14"/>
                <w:szCs w:val="18"/>
              </w:rPr>
              <w:t>…202</w:t>
            </w:r>
            <w:r w:rsidR="004E3AF7" w:rsidRPr="00801D92">
              <w:rPr>
                <w:rFonts w:ascii="Calibri" w:hAnsi="Calibri" w:cs="Calibri"/>
                <w:bCs/>
                <w:sz w:val="14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14:paraId="1C6BD875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1385" w:type="dxa"/>
            <w:vAlign w:val="center"/>
          </w:tcPr>
          <w:p w14:paraId="705BCDE7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cena jedn.</w:t>
            </w:r>
          </w:p>
        </w:tc>
        <w:tc>
          <w:tcPr>
            <w:tcW w:w="1385" w:type="dxa"/>
            <w:vAlign w:val="center"/>
          </w:tcPr>
          <w:p w14:paraId="0CF71780" w14:textId="77777777" w:rsidR="00597EFD" w:rsidRPr="00801D92" w:rsidRDefault="00597EFD" w:rsidP="008061FB">
            <w:pPr>
              <w:keepNext/>
              <w:jc w:val="center"/>
              <w:outlineLvl w:val="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01D92">
              <w:rPr>
                <w:rFonts w:ascii="Calibri" w:hAnsi="Calibri" w:cs="Calibri"/>
                <w:b/>
                <w:bCs/>
                <w:sz w:val="18"/>
                <w:szCs w:val="18"/>
              </w:rPr>
              <w:t>SUMA</w:t>
            </w:r>
          </w:p>
        </w:tc>
      </w:tr>
      <w:tr w:rsidR="00597EFD" w:rsidRPr="00166DF0" w14:paraId="66EEC867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A8AA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785F" w14:textId="77777777" w:rsidR="00597EFD" w:rsidRPr="00801D92" w:rsidRDefault="00597EFD" w:rsidP="002F4C45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9CAC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22E4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4557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0381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5117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166DF0" w14:paraId="629530A3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0ABB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96AD" w14:textId="77777777" w:rsidR="00597EFD" w:rsidRPr="00801D92" w:rsidRDefault="00597EFD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56AB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C6A5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90B1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ADBE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2AE4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166DF0" w14:paraId="2D4F9568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C5D1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AC47" w14:textId="77777777" w:rsidR="00597EFD" w:rsidRPr="00801D92" w:rsidRDefault="00597EFD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1953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76D2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1ED3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3189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270B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1368" w:rsidRPr="00166DF0" w14:paraId="3BE70AD5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8A66" w14:textId="77777777" w:rsidR="00051368" w:rsidRPr="00801D92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602B" w14:textId="77777777" w:rsidR="00051368" w:rsidRPr="00801D92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27CB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45E1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85E1" w14:textId="77777777" w:rsidR="00051368" w:rsidRPr="00801D92" w:rsidRDefault="00051368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AF9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0AF3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1368" w:rsidRPr="00166DF0" w14:paraId="7BB85339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5F47" w14:textId="77777777" w:rsidR="00051368" w:rsidRPr="00801D92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EEBA" w14:textId="77777777" w:rsidR="00051368" w:rsidRPr="00801D92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176F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CA33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EE4F" w14:textId="77777777" w:rsidR="00051368" w:rsidRPr="00801D92" w:rsidRDefault="00051368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EFC3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0C58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1368" w:rsidRPr="00166DF0" w14:paraId="250E35EE" w14:textId="77777777" w:rsidTr="00DA1ACF">
        <w:tblPrEx>
          <w:tblLook w:val="04A0" w:firstRow="1" w:lastRow="0" w:firstColumn="1" w:lastColumn="0" w:noHBand="0" w:noVBand="1"/>
        </w:tblPrEx>
        <w:trPr>
          <w:cantSplit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A7F1" w14:textId="77777777" w:rsidR="00051368" w:rsidRPr="00801D92" w:rsidRDefault="00051368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BAAB" w14:textId="77777777" w:rsidR="00051368" w:rsidRPr="00801D92" w:rsidRDefault="00051368" w:rsidP="00DA1ACF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FE19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E5F7" w14:textId="77777777" w:rsidR="00051368" w:rsidRPr="00801D92" w:rsidRDefault="00051368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093F" w14:textId="77777777" w:rsidR="00051368" w:rsidRPr="00801D92" w:rsidRDefault="00051368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B1E5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6958" w14:textId="77777777" w:rsidR="00051368" w:rsidRPr="00801D92" w:rsidRDefault="00051368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166DF0" w14:paraId="14E52368" w14:textId="77777777" w:rsidTr="00C91A72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A096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6C04" w14:textId="77777777" w:rsidR="00597EFD" w:rsidRPr="00801D92" w:rsidRDefault="00597EFD" w:rsidP="00597EFD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A0E8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BAC0" w14:textId="77777777" w:rsidR="00597EFD" w:rsidRPr="00801D92" w:rsidRDefault="00597EFD" w:rsidP="000B4277">
            <w:pPr>
              <w:keepNext/>
              <w:jc w:val="center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22C1" w14:textId="77777777" w:rsidR="00597EFD" w:rsidRPr="00801D92" w:rsidRDefault="00597EFD" w:rsidP="008061FB">
            <w:pPr>
              <w:keepNext/>
              <w:ind w:left="-70"/>
              <w:jc w:val="center"/>
              <w:outlineLvl w:val="2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1922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1115" w14:textId="77777777" w:rsidR="00597EFD" w:rsidRPr="00801D92" w:rsidRDefault="00597EFD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B4277" w:rsidRPr="00166DF0" w14:paraId="013AF16A" w14:textId="77777777" w:rsidTr="00AF7830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7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F8EA" w14:textId="77777777" w:rsidR="000B4277" w:rsidRPr="00801D92" w:rsidRDefault="000B4277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0252" w14:textId="77777777" w:rsidR="000B4277" w:rsidRPr="00801D92" w:rsidRDefault="000B4277" w:rsidP="000B4277">
            <w:pPr>
              <w:keepNext/>
              <w:jc w:val="right"/>
              <w:outlineLvl w:val="2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D4C1905" w14:textId="77777777" w:rsidR="00597EFD" w:rsidRPr="00801D92" w:rsidRDefault="00597EFD" w:rsidP="00597EFD">
      <w:pPr>
        <w:rPr>
          <w:rFonts w:ascii="Calibri" w:hAnsi="Calibri" w:cs="Calibri"/>
          <w:sz w:val="18"/>
          <w:szCs w:val="18"/>
        </w:rPr>
      </w:pPr>
    </w:p>
    <w:p w14:paraId="7B68A06B" w14:textId="77777777" w:rsidR="00E97163" w:rsidRPr="00801D92" w:rsidRDefault="00E97163" w:rsidP="00597EFD">
      <w:pPr>
        <w:rPr>
          <w:rFonts w:ascii="Calibri" w:hAnsi="Calibri" w:cs="Calibri"/>
          <w:sz w:val="18"/>
          <w:szCs w:val="18"/>
        </w:rPr>
      </w:pPr>
    </w:p>
    <w:p w14:paraId="77DF18BC" w14:textId="77777777" w:rsidR="00E97163" w:rsidRPr="00801D92" w:rsidRDefault="00E97163" w:rsidP="00597EFD">
      <w:pPr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0"/>
        <w:gridCol w:w="555"/>
        <w:gridCol w:w="1026"/>
        <w:gridCol w:w="3142"/>
        <w:gridCol w:w="227"/>
      </w:tblGrid>
      <w:tr w:rsidR="00597EFD" w:rsidRPr="00522A86" w14:paraId="2C37F3B5" w14:textId="77777777" w:rsidTr="004A03C3">
        <w:trPr>
          <w:gridAfter w:val="1"/>
          <w:wAfter w:w="234" w:type="dxa"/>
          <w:trHeight w:hRule="exact" w:val="1503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EBD8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88792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395DE87" w14:textId="77777777" w:rsidR="00597EFD" w:rsidRPr="00801D92" w:rsidRDefault="00597EFD" w:rsidP="008061F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786CFDE" w14:textId="77777777" w:rsidR="00597EFD" w:rsidRPr="00801D92" w:rsidRDefault="00597EFD" w:rsidP="008061FB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1D90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97EFD" w:rsidRPr="00522A86" w14:paraId="2DF1F370" w14:textId="77777777" w:rsidTr="008061FB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2AC9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8"/>
                <w:szCs w:val="18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F5E86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1E1C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01D92">
              <w:rPr>
                <w:rFonts w:ascii="Calibri" w:hAnsi="Calibri" w:cs="Calibri"/>
                <w:sz w:val="18"/>
                <w:szCs w:val="18"/>
              </w:rPr>
              <w:t>Pieczęć imienna i podpis przedstawiciela Wykonawcy</w:t>
            </w:r>
          </w:p>
        </w:tc>
      </w:tr>
      <w:tr w:rsidR="00597EFD" w:rsidRPr="00522A86" w14:paraId="030A1429" w14:textId="77777777" w:rsidTr="008061FB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3614CC4E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EA427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C4184" w14:textId="77777777" w:rsidR="00597EFD" w:rsidRPr="00801D92" w:rsidRDefault="00597EFD" w:rsidP="008061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4B42D01" w14:textId="77777777" w:rsidR="00597EFD" w:rsidRPr="00801D92" w:rsidRDefault="00597EFD" w:rsidP="00597EFD">
      <w:pPr>
        <w:rPr>
          <w:rFonts w:ascii="Calibri" w:hAnsi="Calibri" w:cs="Calibri"/>
          <w:sz w:val="18"/>
          <w:szCs w:val="18"/>
        </w:rPr>
      </w:pPr>
    </w:p>
    <w:p w14:paraId="7F2F5D79" w14:textId="77777777" w:rsidR="00360295" w:rsidRPr="00597EFD" w:rsidRDefault="00360295" w:rsidP="00597EFD"/>
    <w:sectPr w:rsidR="00360295" w:rsidRPr="00597EFD" w:rsidSect="008061FB">
      <w:headerReference w:type="default" r:id="rId7"/>
      <w:footerReference w:type="default" r:id="rId8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B225" w14:textId="77777777" w:rsidR="009E399F" w:rsidRDefault="009E399F">
      <w:r>
        <w:separator/>
      </w:r>
    </w:p>
  </w:endnote>
  <w:endnote w:type="continuationSeparator" w:id="0">
    <w:p w14:paraId="13CEC84F" w14:textId="77777777" w:rsidR="009E399F" w:rsidRDefault="009E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8061FB" w:rsidRPr="00B81C0A" w14:paraId="626B21E7" w14:textId="77777777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14:paraId="64F25DF6" w14:textId="77777777" w:rsidR="008061FB" w:rsidRPr="00B81C0A" w:rsidRDefault="00360295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ENEA Operator s</w:t>
          </w:r>
          <w:r w:rsidRPr="00B81C0A">
            <w:rPr>
              <w:rFonts w:ascii="Arial" w:hAnsi="Arial" w:cs="Arial"/>
              <w:sz w:val="16"/>
              <w:szCs w:val="16"/>
            </w:rPr>
            <w:t xml:space="preserve">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14:paraId="410B91BD" w14:textId="77777777" w:rsidR="008061FB" w:rsidRPr="00B81C0A" w:rsidRDefault="008061FB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14:paraId="73E2E4A9" w14:textId="77777777" w:rsidR="008061FB" w:rsidRPr="00B81C0A" w:rsidRDefault="00360295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8928F7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8928F7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3007428" w14:textId="77777777" w:rsidR="008061FB" w:rsidRDefault="008061FB">
    <w:pPr>
      <w:pStyle w:val="Stopka"/>
      <w:tabs>
        <w:tab w:val="clear" w:pos="4536"/>
        <w:tab w:val="clear" w:pos="9072"/>
      </w:tabs>
    </w:pPr>
  </w:p>
  <w:p w14:paraId="03750930" w14:textId="77777777" w:rsidR="008061FB" w:rsidRDefault="008061FB"/>
  <w:p w14:paraId="3BEE2412" w14:textId="77777777" w:rsidR="008061FB" w:rsidRDefault="008061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906EB" w14:textId="77777777" w:rsidR="009E399F" w:rsidRDefault="009E399F">
      <w:r>
        <w:separator/>
      </w:r>
    </w:p>
  </w:footnote>
  <w:footnote w:type="continuationSeparator" w:id="0">
    <w:p w14:paraId="6E410436" w14:textId="77777777" w:rsidR="009E399F" w:rsidRDefault="009E3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A1011" w14:textId="77777777" w:rsidR="008061FB" w:rsidRPr="00801D92" w:rsidRDefault="004B4FAE">
    <w:pPr>
      <w:pStyle w:val="Nagwek"/>
      <w:rPr>
        <w:rFonts w:ascii="Calibri" w:hAnsi="Calibri" w:cs="Calibri"/>
      </w:rPr>
    </w:pPr>
    <w:r w:rsidRPr="00801D92">
      <w:rPr>
        <w:rFonts w:ascii="Calibri" w:hAnsi="Calibri" w:cs="Calibri"/>
      </w:rPr>
      <w:t>Załącznik do umowy na roboty budowlane nr CRU/U/……………………..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738924D2"/>
    <w:multiLevelType w:val="multilevel"/>
    <w:tmpl w:val="65C84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602763816">
    <w:abstractNumId w:val="6"/>
  </w:num>
  <w:num w:numId="2" w16cid:durableId="396392851">
    <w:abstractNumId w:val="4"/>
  </w:num>
  <w:num w:numId="3" w16cid:durableId="1496452182">
    <w:abstractNumId w:val="13"/>
  </w:num>
  <w:num w:numId="4" w16cid:durableId="2001811722">
    <w:abstractNumId w:val="7"/>
  </w:num>
  <w:num w:numId="5" w16cid:durableId="1808471021">
    <w:abstractNumId w:val="2"/>
  </w:num>
  <w:num w:numId="6" w16cid:durableId="762844084">
    <w:abstractNumId w:val="8"/>
  </w:num>
  <w:num w:numId="7" w16cid:durableId="323557636">
    <w:abstractNumId w:val="11"/>
  </w:num>
  <w:num w:numId="8" w16cid:durableId="1656448369">
    <w:abstractNumId w:val="10"/>
  </w:num>
  <w:num w:numId="9" w16cid:durableId="1779790800">
    <w:abstractNumId w:val="9"/>
  </w:num>
  <w:num w:numId="10" w16cid:durableId="1262294783">
    <w:abstractNumId w:val="0"/>
  </w:num>
  <w:num w:numId="11" w16cid:durableId="1784761231">
    <w:abstractNumId w:val="5"/>
  </w:num>
  <w:num w:numId="12" w16cid:durableId="1745296805">
    <w:abstractNumId w:val="12"/>
  </w:num>
  <w:num w:numId="13" w16cid:durableId="1886021647">
    <w:abstractNumId w:val="3"/>
  </w:num>
  <w:num w:numId="14" w16cid:durableId="1423065414">
    <w:abstractNumId w:val="1"/>
  </w:num>
  <w:num w:numId="15" w16cid:durableId="16723704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9F"/>
    <w:rsid w:val="00051368"/>
    <w:rsid w:val="000B4277"/>
    <w:rsid w:val="000C5616"/>
    <w:rsid w:val="00222ABE"/>
    <w:rsid w:val="00244AE7"/>
    <w:rsid w:val="00267E83"/>
    <w:rsid w:val="002A093A"/>
    <w:rsid w:val="002D5A37"/>
    <w:rsid w:val="002F4C45"/>
    <w:rsid w:val="00360295"/>
    <w:rsid w:val="003C4927"/>
    <w:rsid w:val="003F0026"/>
    <w:rsid w:val="004A03C3"/>
    <w:rsid w:val="004B4FAE"/>
    <w:rsid w:val="004E3AF7"/>
    <w:rsid w:val="00530B68"/>
    <w:rsid w:val="00597EFD"/>
    <w:rsid w:val="005A5C3D"/>
    <w:rsid w:val="006671CB"/>
    <w:rsid w:val="006A42F8"/>
    <w:rsid w:val="00721432"/>
    <w:rsid w:val="00801D92"/>
    <w:rsid w:val="008061FB"/>
    <w:rsid w:val="008205C6"/>
    <w:rsid w:val="008928F7"/>
    <w:rsid w:val="008F364B"/>
    <w:rsid w:val="009E399F"/>
    <w:rsid w:val="00AF7830"/>
    <w:rsid w:val="00B3756A"/>
    <w:rsid w:val="00BA7207"/>
    <w:rsid w:val="00C91A72"/>
    <w:rsid w:val="00DA1ACF"/>
    <w:rsid w:val="00E92CBE"/>
    <w:rsid w:val="00E97163"/>
    <w:rsid w:val="00F17FF1"/>
    <w:rsid w:val="00F3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00E1A"/>
  <w15:chartTrackingRefBased/>
  <w15:docId w15:val="{C9DF4A29-552B-46CA-930C-385EDD82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95"/>
    <w:pPr>
      <w:widowControl w:val="0"/>
    </w:pPr>
    <w:rPr>
      <w:rFonts w:ascii="Times New Roman" w:eastAsia="Times New Roman" w:hAnsi="Times New Roman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4_proj_um_zal_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Z04_proj_um_zal_3.dot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Z04 Projekt umowy zal nr 3 harmonogram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Z04 Projekt umowy zal nr 3 harmonogram</dc:title>
  <dc:subject/>
  <dc:creator>Becella Jakub</dc:creator>
  <cp:keywords/>
  <dc:description/>
  <cp:lastModifiedBy>Becella Jakub (EOP)</cp:lastModifiedBy>
  <cp:revision>1</cp:revision>
  <cp:lastPrinted>2024-06-27T07:22:00Z</cp:lastPrinted>
  <dcterms:created xsi:type="dcterms:W3CDTF">2025-12-02T09:47:00Z</dcterms:created>
  <dcterms:modified xsi:type="dcterms:W3CDTF">2025-12-02T10:11:00Z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2025-12-02T10:11:16Z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ccc5ab68-27e8-41b5-8b69-caadeebc469f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